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54" w:rsidRPr="007B048E" w:rsidRDefault="004D5B54" w:rsidP="0041589A">
      <w:pPr>
        <w:jc w:val="center"/>
        <w:rPr>
          <w:sz w:val="26"/>
          <w:szCs w:val="26"/>
          <w:lang w:val="ru-RU"/>
        </w:rPr>
      </w:pPr>
      <w:r w:rsidRPr="007B048E">
        <w:rPr>
          <w:sz w:val="26"/>
          <w:szCs w:val="26"/>
          <w:lang w:val="ru-RU"/>
        </w:rPr>
        <w:t xml:space="preserve">Отчет </w:t>
      </w:r>
    </w:p>
    <w:p w:rsidR="004D5B54" w:rsidRPr="00D75DAD" w:rsidRDefault="004D5B54" w:rsidP="006F100A">
      <w:pPr>
        <w:jc w:val="center"/>
        <w:rPr>
          <w:sz w:val="26"/>
          <w:szCs w:val="26"/>
          <w:lang w:val="ru-RU"/>
        </w:rPr>
      </w:pPr>
      <w:r w:rsidRPr="006F100A">
        <w:rPr>
          <w:sz w:val="26"/>
          <w:szCs w:val="26"/>
          <w:lang w:val="ru-RU"/>
        </w:rPr>
        <w:t xml:space="preserve">по результатам  II этапа VI Республиканской </w:t>
      </w:r>
      <w:r w:rsidRPr="006F100A">
        <w:rPr>
          <w:sz w:val="26"/>
          <w:szCs w:val="26"/>
          <w:lang w:val="ru-RU" w:eastAsia="ru-RU"/>
        </w:rPr>
        <w:t>студенческой олимпиады по учебной дисциплине "Экология"</w:t>
      </w:r>
      <w:r w:rsidRPr="00D75DAD">
        <w:rPr>
          <w:sz w:val="26"/>
          <w:szCs w:val="26"/>
          <w:lang w:val="ru-RU"/>
        </w:rPr>
        <w:t>,</w:t>
      </w:r>
      <w:bookmarkStart w:id="0" w:name="_GoBack"/>
      <w:bookmarkEnd w:id="0"/>
    </w:p>
    <w:p w:rsidR="004D5B54" w:rsidRDefault="004D5B54" w:rsidP="006F100A">
      <w:pPr>
        <w:tabs>
          <w:tab w:val="left" w:pos="2410"/>
        </w:tabs>
        <w:ind w:firstLine="709"/>
        <w:jc w:val="center"/>
        <w:rPr>
          <w:sz w:val="26"/>
          <w:szCs w:val="26"/>
          <w:lang w:val="en-US"/>
        </w:rPr>
      </w:pPr>
      <w:r w:rsidRPr="00D75DAD">
        <w:rPr>
          <w:sz w:val="26"/>
          <w:szCs w:val="26"/>
          <w:lang w:val="ru-RU"/>
        </w:rPr>
        <w:t>проведенной</w:t>
      </w:r>
      <w:r w:rsidRPr="006F100A">
        <w:rPr>
          <w:sz w:val="26"/>
          <w:szCs w:val="26"/>
          <w:lang w:val="ru-RU"/>
        </w:rPr>
        <w:t xml:space="preserve">  </w:t>
      </w:r>
      <w:r w:rsidRPr="006F100A">
        <w:rPr>
          <w:sz w:val="26"/>
          <w:szCs w:val="26"/>
          <w:lang w:val="en-US"/>
        </w:rPr>
        <w:t>11</w:t>
      </w:r>
      <w:r w:rsidRPr="006F100A">
        <w:rPr>
          <w:sz w:val="26"/>
          <w:szCs w:val="26"/>
          <w:lang w:val="ru-RU"/>
        </w:rPr>
        <w:t xml:space="preserve"> марта </w:t>
      </w:r>
      <w:smartTag w:uri="urn:schemas-microsoft-com:office:smarttags" w:element="metricconverter">
        <w:smartTagPr>
          <w:attr w:name="ProductID" w:val="2021 г"/>
        </w:smartTagPr>
        <w:r w:rsidRPr="006F100A">
          <w:rPr>
            <w:sz w:val="26"/>
            <w:szCs w:val="26"/>
            <w:lang w:val="ru-RU"/>
          </w:rPr>
          <w:t>202</w:t>
        </w:r>
        <w:r w:rsidRPr="006F100A">
          <w:rPr>
            <w:sz w:val="26"/>
            <w:szCs w:val="26"/>
            <w:lang w:val="en-US"/>
          </w:rPr>
          <w:t xml:space="preserve">1 </w:t>
        </w:r>
        <w:r w:rsidRPr="006F100A">
          <w:rPr>
            <w:sz w:val="26"/>
            <w:szCs w:val="26"/>
            <w:lang w:val="ru-RU"/>
          </w:rPr>
          <w:t>г</w:t>
        </w:r>
      </w:smartTag>
      <w:r w:rsidRPr="006F100A">
        <w:rPr>
          <w:sz w:val="26"/>
          <w:szCs w:val="26"/>
          <w:lang w:val="ru-RU"/>
        </w:rPr>
        <w:t>.</w:t>
      </w:r>
      <w:r w:rsidRPr="00D75DAD">
        <w:rPr>
          <w:sz w:val="26"/>
          <w:szCs w:val="26"/>
          <w:lang w:val="ru-RU"/>
        </w:rPr>
        <w:t xml:space="preserve"> на базе  Государственного образовательного учреждения высшего профессионального образования «Донецкий национальный университет»</w:t>
      </w:r>
    </w:p>
    <w:p w:rsidR="004D5B54" w:rsidRPr="00971F5C" w:rsidRDefault="004D5B54" w:rsidP="006F100A">
      <w:pPr>
        <w:tabs>
          <w:tab w:val="left" w:pos="2410"/>
        </w:tabs>
        <w:ind w:firstLine="709"/>
        <w:jc w:val="center"/>
        <w:rPr>
          <w:sz w:val="26"/>
          <w:szCs w:val="26"/>
          <w:lang w:val="en-US"/>
        </w:rPr>
      </w:pPr>
    </w:p>
    <w:p w:rsidR="004D5B54" w:rsidRPr="00624C25" w:rsidRDefault="004D5B54" w:rsidP="0041589A">
      <w:pPr>
        <w:rPr>
          <w:sz w:val="12"/>
          <w:szCs w:val="2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5"/>
        <w:gridCol w:w="3903"/>
        <w:gridCol w:w="6237"/>
        <w:gridCol w:w="1417"/>
        <w:gridCol w:w="1560"/>
        <w:gridCol w:w="1275"/>
      </w:tblGrid>
      <w:tr w:rsidR="004D5B54" w:rsidRPr="00885DE6" w:rsidTr="00D90E8D">
        <w:trPr>
          <w:trHeight w:val="828"/>
        </w:trPr>
        <w:tc>
          <w:tcPr>
            <w:tcW w:w="1025" w:type="dxa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3903" w:type="dxa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 xml:space="preserve">Фамилия, имя и </w:t>
            </w:r>
          </w:p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отчество студента</w:t>
            </w:r>
          </w:p>
          <w:p w:rsidR="004D5B54" w:rsidRPr="00885DE6" w:rsidRDefault="004D5B54" w:rsidP="00362C58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6237" w:type="dxa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560" w:type="dxa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% от максимально-го количества баллов</w:t>
            </w:r>
          </w:p>
        </w:tc>
        <w:tc>
          <w:tcPr>
            <w:tcW w:w="1275" w:type="dxa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4D5B54" w:rsidRPr="00885DE6" w:rsidTr="00F50435">
        <w:trPr>
          <w:trHeight w:val="331"/>
        </w:trPr>
        <w:tc>
          <w:tcPr>
            <w:tcW w:w="1025" w:type="dxa"/>
            <w:vAlign w:val="center"/>
          </w:tcPr>
          <w:p w:rsidR="004D5B54" w:rsidRPr="00885DE6" w:rsidRDefault="004D5B54" w:rsidP="00F5043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903" w:type="dxa"/>
            <w:vAlign w:val="center"/>
          </w:tcPr>
          <w:p w:rsidR="004D5B54" w:rsidRPr="00885DE6" w:rsidRDefault="004D5B54" w:rsidP="00F5043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37" w:type="dxa"/>
            <w:vAlign w:val="center"/>
          </w:tcPr>
          <w:p w:rsidR="004D5B54" w:rsidRPr="00885DE6" w:rsidRDefault="004D5B54" w:rsidP="00F5043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4D5B54" w:rsidRPr="00885DE6" w:rsidRDefault="004D5B54" w:rsidP="00F5043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560" w:type="dxa"/>
            <w:vAlign w:val="center"/>
          </w:tcPr>
          <w:p w:rsidR="004D5B54" w:rsidRPr="00885DE6" w:rsidRDefault="004D5B54" w:rsidP="00F5043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275" w:type="dxa"/>
            <w:vAlign w:val="center"/>
          </w:tcPr>
          <w:p w:rsidR="004D5B54" w:rsidRPr="00885DE6" w:rsidRDefault="004D5B54" w:rsidP="00F5043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4D5B54" w:rsidRPr="00885DE6" w:rsidTr="00373A48">
        <w:trPr>
          <w:trHeight w:val="451"/>
        </w:trPr>
        <w:tc>
          <w:tcPr>
            <w:tcW w:w="1025" w:type="dxa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1. Касько Анастасия Анатольевна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417" w:type="dxa"/>
            <w:vAlign w:val="center"/>
          </w:tcPr>
          <w:p w:rsidR="004D5B54" w:rsidRPr="001C3B3E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</w:t>
            </w:r>
          </w:p>
        </w:tc>
        <w:tc>
          <w:tcPr>
            <w:tcW w:w="1560" w:type="dxa"/>
            <w:vAlign w:val="center"/>
          </w:tcPr>
          <w:p w:rsidR="004D5B54" w:rsidRPr="001C3B3E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</w:t>
            </w:r>
          </w:p>
        </w:tc>
        <w:tc>
          <w:tcPr>
            <w:tcW w:w="1275" w:type="dxa"/>
            <w:vAlign w:val="center"/>
          </w:tcPr>
          <w:p w:rsidR="004D5B54" w:rsidRPr="00885DE6" w:rsidRDefault="004D5B54" w:rsidP="00990D0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4D5B54" w:rsidRPr="00885DE6" w:rsidTr="00373A48">
        <w:trPr>
          <w:trHeight w:val="529"/>
        </w:trPr>
        <w:tc>
          <w:tcPr>
            <w:tcW w:w="1025" w:type="dxa"/>
            <w:vMerge w:val="restart"/>
            <w:vAlign w:val="center"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85DE6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1. Прудникова Надежда Николаевна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Образовательная организация высшего профессионального образования Автомобильно-дорожный институт Государственного образовательного учреждения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417" w:type="dxa"/>
            <w:vAlign w:val="center"/>
          </w:tcPr>
          <w:p w:rsidR="004D5B54" w:rsidRPr="00991781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1560" w:type="dxa"/>
            <w:vAlign w:val="center"/>
          </w:tcPr>
          <w:p w:rsidR="004D5B54" w:rsidRPr="00F70A9B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D5B54" w:rsidRPr="00885DE6" w:rsidTr="00990D0E">
        <w:trPr>
          <w:trHeight w:val="298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2. Иванов Николай Николаевич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«Донбасская аграрная академия»</w:t>
            </w:r>
          </w:p>
        </w:tc>
        <w:tc>
          <w:tcPr>
            <w:tcW w:w="1417" w:type="dxa"/>
            <w:vAlign w:val="center"/>
          </w:tcPr>
          <w:p w:rsidR="004D5B54" w:rsidRPr="00F22B09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560" w:type="dxa"/>
            <w:vAlign w:val="center"/>
          </w:tcPr>
          <w:p w:rsidR="004D5B54" w:rsidRPr="00F22B09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4D5B54" w:rsidRPr="00885DE6" w:rsidTr="00990D0E">
        <w:trPr>
          <w:trHeight w:val="298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3. Бакалова Анна Дмитриевна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Государственная образовательная организация высшего профессионального образования «Донецкий национальный медицинский университет имени М. Горького»</w:t>
            </w:r>
          </w:p>
        </w:tc>
        <w:tc>
          <w:tcPr>
            <w:tcW w:w="1417" w:type="dxa"/>
            <w:vAlign w:val="center"/>
          </w:tcPr>
          <w:p w:rsidR="004D5B54" w:rsidRPr="00F22B09" w:rsidRDefault="004D5B54" w:rsidP="001447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560" w:type="dxa"/>
            <w:vAlign w:val="center"/>
          </w:tcPr>
          <w:p w:rsidR="004D5B54" w:rsidRPr="00F22B09" w:rsidRDefault="004D5B54" w:rsidP="001447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4D5B54" w:rsidRPr="00885DE6" w:rsidTr="00990D0E">
        <w:trPr>
          <w:trHeight w:val="298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4. Крайняя Татьяна Сергеевна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417" w:type="dxa"/>
            <w:vAlign w:val="center"/>
          </w:tcPr>
          <w:p w:rsidR="004D5B54" w:rsidRPr="00F22B09" w:rsidRDefault="004D5B54" w:rsidP="001447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560" w:type="dxa"/>
            <w:vAlign w:val="center"/>
          </w:tcPr>
          <w:p w:rsidR="004D5B54" w:rsidRPr="00F22B09" w:rsidRDefault="004D5B54" w:rsidP="001447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4D5B54" w:rsidRPr="00885DE6" w:rsidTr="00990D0E">
        <w:trPr>
          <w:trHeight w:val="298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5. Старченко Анастасия Вячеславовна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Государственное образовательное учреждение высшего профессионального образования «Донбасская национальная академия строительства и архитектуры»</w:t>
            </w:r>
          </w:p>
        </w:tc>
        <w:tc>
          <w:tcPr>
            <w:tcW w:w="1417" w:type="dxa"/>
            <w:vAlign w:val="center"/>
          </w:tcPr>
          <w:p w:rsidR="004D5B54" w:rsidRDefault="004D5B54" w:rsidP="001447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1560" w:type="dxa"/>
            <w:vAlign w:val="center"/>
          </w:tcPr>
          <w:p w:rsidR="004D5B54" w:rsidRDefault="004D5B54" w:rsidP="001447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1275" w:type="dxa"/>
            <w:vAlign w:val="center"/>
          </w:tcPr>
          <w:p w:rsidR="004D5B54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4D5B54" w:rsidRPr="00885DE6" w:rsidTr="00990D0E">
        <w:trPr>
          <w:trHeight w:val="298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6. Руденский Артём Романович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 xml:space="preserve">Государственное образовательное учреждение высшего профессионального образования «Академия гражданской защиты» Министерства по делам гражданской обороны, чрезвычайным ситуациям и ликвидации последствий стихийных бедствий Донецкой Народной Республики </w:t>
            </w:r>
            <w:r w:rsidRPr="00971F5C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«</w:t>
            </w:r>
            <w:r w:rsidRPr="00971F5C">
              <w:rPr>
                <w:sz w:val="22"/>
                <w:szCs w:val="22"/>
                <w:lang w:val="ru-RU"/>
              </w:rPr>
              <w:t>Академия гражданской защиты</w:t>
            </w:r>
            <w:r w:rsidRPr="00971F5C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» </w:t>
            </w:r>
            <w:r w:rsidRPr="00971F5C">
              <w:rPr>
                <w:sz w:val="22"/>
                <w:szCs w:val="22"/>
                <w:lang w:val="ru-RU"/>
              </w:rPr>
              <w:t>МЧС ДНР</w:t>
            </w:r>
          </w:p>
        </w:tc>
        <w:tc>
          <w:tcPr>
            <w:tcW w:w="1417" w:type="dxa"/>
            <w:vAlign w:val="center"/>
          </w:tcPr>
          <w:p w:rsidR="004D5B54" w:rsidRDefault="004D5B54" w:rsidP="005A2B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1560" w:type="dxa"/>
            <w:vAlign w:val="center"/>
          </w:tcPr>
          <w:p w:rsidR="004D5B54" w:rsidRDefault="004D5B54" w:rsidP="005A2B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1275" w:type="dxa"/>
            <w:vAlign w:val="center"/>
          </w:tcPr>
          <w:p w:rsidR="004D5B54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4D5B54" w:rsidRPr="00885DE6" w:rsidTr="00990D0E">
        <w:trPr>
          <w:trHeight w:val="298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971F5C" w:rsidRDefault="004D5B54" w:rsidP="00885DE6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7. Сырых Анастасия Андреевна</w:t>
            </w:r>
          </w:p>
        </w:tc>
        <w:tc>
          <w:tcPr>
            <w:tcW w:w="6237" w:type="dxa"/>
          </w:tcPr>
          <w:p w:rsidR="004D5B54" w:rsidRPr="00971F5C" w:rsidRDefault="004D5B54" w:rsidP="00D02818">
            <w:pPr>
              <w:rPr>
                <w:sz w:val="22"/>
                <w:szCs w:val="22"/>
                <w:lang w:val="ru-RU"/>
              </w:rPr>
            </w:pPr>
            <w:r w:rsidRPr="00971F5C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417" w:type="dxa"/>
            <w:vAlign w:val="center"/>
          </w:tcPr>
          <w:p w:rsidR="004D5B54" w:rsidRPr="00D02818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1560" w:type="dxa"/>
            <w:vAlign w:val="center"/>
          </w:tcPr>
          <w:p w:rsidR="004D5B54" w:rsidRPr="00D02818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990D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4D5B54" w:rsidRPr="00885DE6" w:rsidTr="0014472D">
        <w:trPr>
          <w:trHeight w:val="331"/>
        </w:trPr>
        <w:tc>
          <w:tcPr>
            <w:tcW w:w="1025" w:type="dxa"/>
            <w:vAlign w:val="center"/>
          </w:tcPr>
          <w:p w:rsidR="004D5B54" w:rsidRPr="00885DE6" w:rsidRDefault="004D5B54" w:rsidP="0014472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903" w:type="dxa"/>
            <w:vAlign w:val="center"/>
          </w:tcPr>
          <w:p w:rsidR="004D5B54" w:rsidRPr="00885DE6" w:rsidRDefault="004D5B54" w:rsidP="0014472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37" w:type="dxa"/>
            <w:vAlign w:val="center"/>
          </w:tcPr>
          <w:p w:rsidR="004D5B54" w:rsidRPr="00885DE6" w:rsidRDefault="004D5B54" w:rsidP="0014472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4D5B54" w:rsidRPr="00885DE6" w:rsidRDefault="004D5B54" w:rsidP="0014472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560" w:type="dxa"/>
            <w:vAlign w:val="center"/>
          </w:tcPr>
          <w:p w:rsidR="004D5B54" w:rsidRPr="00885DE6" w:rsidRDefault="004D5B54" w:rsidP="0014472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275" w:type="dxa"/>
            <w:vAlign w:val="center"/>
          </w:tcPr>
          <w:p w:rsidR="004D5B54" w:rsidRPr="00885DE6" w:rsidRDefault="004D5B54" w:rsidP="0014472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4D5B54" w:rsidRPr="00885DE6" w:rsidTr="00061192">
        <w:trPr>
          <w:trHeight w:val="314"/>
        </w:trPr>
        <w:tc>
          <w:tcPr>
            <w:tcW w:w="1025" w:type="dxa"/>
            <w:vMerge w:val="restart"/>
            <w:vAlign w:val="center"/>
          </w:tcPr>
          <w:p w:rsidR="004D5B54" w:rsidRDefault="004D5B54" w:rsidP="00373A4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4D5B54" w:rsidRPr="00061192" w:rsidRDefault="004D5B54" w:rsidP="00061192">
            <w:pPr>
              <w:jc w:val="center"/>
              <w:rPr>
                <w:sz w:val="22"/>
                <w:szCs w:val="22"/>
                <w:lang w:val="en-US"/>
              </w:rPr>
            </w:pPr>
            <w:r w:rsidRPr="00885DE6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3903" w:type="dxa"/>
            <w:vAlign w:val="center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1. Бураков Виталий Дмитриевич</w:t>
            </w:r>
          </w:p>
        </w:tc>
        <w:tc>
          <w:tcPr>
            <w:tcW w:w="6237" w:type="dxa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Образовательная организация высшего профессионального образования Автомобильно-дорожный институт Государственного образовательного учреждения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Default="004D5B54" w:rsidP="00373A4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2. Михайлова Дарья Юрьевна</w:t>
            </w:r>
          </w:p>
        </w:tc>
        <w:tc>
          <w:tcPr>
            <w:tcW w:w="6237" w:type="dxa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3. Лабенко Евгения Вадимовна</w:t>
            </w:r>
          </w:p>
        </w:tc>
        <w:tc>
          <w:tcPr>
            <w:tcW w:w="6237" w:type="dxa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Государственное образовательное учреждение высшего профессионального образования «Донбасская национальная академия строительства и архитектуры»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4. Шубин Никита Сергеевич</w:t>
            </w:r>
          </w:p>
        </w:tc>
        <w:tc>
          <w:tcPr>
            <w:tcW w:w="6237" w:type="dxa"/>
          </w:tcPr>
          <w:p w:rsidR="004D5B54" w:rsidRPr="00307570" w:rsidRDefault="004D5B54" w:rsidP="0029727A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Государственное образовательное учреждение высшего профессионального образования «Донбасская юридическая академия»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2972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307570" w:rsidRDefault="004D5B54" w:rsidP="00A80BE6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5. Волошин Никита Андреевич</w:t>
            </w:r>
          </w:p>
        </w:tc>
        <w:tc>
          <w:tcPr>
            <w:tcW w:w="6237" w:type="dxa"/>
          </w:tcPr>
          <w:p w:rsidR="004D5B54" w:rsidRPr="00307570" w:rsidRDefault="004D5B54" w:rsidP="00BA0FF4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 xml:space="preserve">Государственная образовательная организация высшего профессионального образования </w:t>
            </w:r>
          </w:p>
          <w:p w:rsidR="004D5B54" w:rsidRPr="00307570" w:rsidRDefault="004D5B54" w:rsidP="00BA0FF4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«Донецкий национальный м</w:t>
            </w:r>
            <w:r>
              <w:rPr>
                <w:sz w:val="22"/>
                <w:szCs w:val="22"/>
                <w:lang w:val="ru-RU"/>
              </w:rPr>
              <w:t>едицинский университет имени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  <w:lang w:val="ru-RU"/>
              </w:rPr>
              <w:t>М.</w:t>
            </w:r>
            <w:r>
              <w:rPr>
                <w:sz w:val="22"/>
                <w:szCs w:val="22"/>
                <w:lang w:val="en-US"/>
              </w:rPr>
              <w:t> </w:t>
            </w:r>
            <w:r w:rsidRPr="00307570">
              <w:rPr>
                <w:sz w:val="22"/>
                <w:szCs w:val="22"/>
                <w:lang w:val="ru-RU"/>
              </w:rPr>
              <w:t>Горького»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5A2B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5A2B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307570" w:rsidRDefault="004D5B54" w:rsidP="00A80BE6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6. Устинова Дарья Александровна</w:t>
            </w:r>
          </w:p>
        </w:tc>
        <w:tc>
          <w:tcPr>
            <w:tcW w:w="6237" w:type="dxa"/>
          </w:tcPr>
          <w:p w:rsidR="004D5B54" w:rsidRPr="00307570" w:rsidRDefault="004D5B54" w:rsidP="00A80BE6">
            <w:pPr>
              <w:rPr>
                <w:sz w:val="22"/>
                <w:szCs w:val="22"/>
                <w:lang w:val="ru-RU"/>
              </w:rPr>
            </w:pPr>
            <w:r w:rsidRPr="00307570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5A2B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5A2B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57000F" w:rsidRDefault="004D5B54" w:rsidP="00A80BE6">
            <w:pPr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7. Казначеев Роман Константинович</w:t>
            </w:r>
          </w:p>
        </w:tc>
        <w:tc>
          <w:tcPr>
            <w:tcW w:w="6237" w:type="dxa"/>
          </w:tcPr>
          <w:p w:rsidR="004D5B54" w:rsidRPr="0057000F" w:rsidRDefault="004D5B54" w:rsidP="00A80BE6">
            <w:pPr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Государственная организация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A80B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A80B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57000F" w:rsidRDefault="004D5B54" w:rsidP="00A80BE6">
            <w:pPr>
              <w:ind w:right="-108"/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8. Иванова Евгения Игоревна</w:t>
            </w:r>
          </w:p>
        </w:tc>
        <w:tc>
          <w:tcPr>
            <w:tcW w:w="6237" w:type="dxa"/>
          </w:tcPr>
          <w:p w:rsidR="004D5B54" w:rsidRPr="0057000F" w:rsidRDefault="004D5B54" w:rsidP="00A80BE6">
            <w:pPr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«Горловский институт иностранных языков»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A80B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A80B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4D5B54" w:rsidRPr="00885DE6" w:rsidTr="00990D0E">
        <w:trPr>
          <w:trHeight w:val="314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57000F" w:rsidRDefault="004D5B54" w:rsidP="00A80BE6">
            <w:pPr>
              <w:ind w:right="-108"/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9. Кулибаба Александр Анатольевич</w:t>
            </w:r>
          </w:p>
        </w:tc>
        <w:tc>
          <w:tcPr>
            <w:tcW w:w="6237" w:type="dxa"/>
          </w:tcPr>
          <w:p w:rsidR="004D5B54" w:rsidRPr="0057000F" w:rsidRDefault="004D5B54" w:rsidP="00A80BE6">
            <w:pPr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Государственная образовательная организация высшего профессионального образования «Донецкий институт железнодорожного транспорта»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A80B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A80B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47B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</w:tr>
      <w:tr w:rsidR="004D5B54" w:rsidRPr="00885DE6" w:rsidTr="00971F5C">
        <w:trPr>
          <w:trHeight w:val="321"/>
        </w:trPr>
        <w:tc>
          <w:tcPr>
            <w:tcW w:w="1025" w:type="dxa"/>
            <w:vMerge/>
          </w:tcPr>
          <w:p w:rsidR="004D5B54" w:rsidRPr="00885DE6" w:rsidRDefault="004D5B54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  <w:vAlign w:val="center"/>
          </w:tcPr>
          <w:p w:rsidR="004D5B54" w:rsidRPr="0057000F" w:rsidRDefault="004D5B54" w:rsidP="00E30593">
            <w:pPr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10. Кутелёва Дарья Сергеевна</w:t>
            </w:r>
          </w:p>
        </w:tc>
        <w:tc>
          <w:tcPr>
            <w:tcW w:w="6237" w:type="dxa"/>
          </w:tcPr>
          <w:p w:rsidR="004D5B54" w:rsidRPr="0057000F" w:rsidRDefault="004D5B54" w:rsidP="00E30593">
            <w:pPr>
              <w:rPr>
                <w:sz w:val="22"/>
                <w:szCs w:val="22"/>
                <w:lang w:val="ru-RU"/>
              </w:rPr>
            </w:pPr>
            <w:r w:rsidRPr="0057000F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417" w:type="dxa"/>
            <w:vAlign w:val="center"/>
          </w:tcPr>
          <w:p w:rsidR="004D5B54" w:rsidRPr="00D90E8D" w:rsidRDefault="004D5B54" w:rsidP="00E30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560" w:type="dxa"/>
            <w:vAlign w:val="center"/>
          </w:tcPr>
          <w:p w:rsidR="004D5B54" w:rsidRPr="00D90E8D" w:rsidRDefault="004D5B54" w:rsidP="00E30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275" w:type="dxa"/>
            <w:vAlign w:val="center"/>
          </w:tcPr>
          <w:p w:rsidR="004D5B54" w:rsidRPr="00F70A9B" w:rsidRDefault="004D5B54" w:rsidP="00E30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</w:tr>
    </w:tbl>
    <w:p w:rsidR="004D5B54" w:rsidRDefault="004D5B54" w:rsidP="0041589A">
      <w:pPr>
        <w:rPr>
          <w:sz w:val="22"/>
          <w:szCs w:val="22"/>
          <w:lang w:val="en-US"/>
        </w:rPr>
      </w:pPr>
    </w:p>
    <w:p w:rsidR="004D5B54" w:rsidRPr="00885DE6" w:rsidRDefault="004D5B54" w:rsidP="0041589A">
      <w:pPr>
        <w:rPr>
          <w:sz w:val="22"/>
          <w:szCs w:val="22"/>
          <w:lang w:val="ru-RU"/>
        </w:rPr>
      </w:pPr>
      <w:r w:rsidRPr="00885DE6">
        <w:rPr>
          <w:sz w:val="22"/>
          <w:szCs w:val="22"/>
          <w:lang w:val="ru-RU"/>
        </w:rPr>
        <w:t>Председатель оргкомитета</w:t>
      </w:r>
      <w:r w:rsidRPr="00885DE6">
        <w:rPr>
          <w:sz w:val="22"/>
          <w:szCs w:val="22"/>
          <w:lang w:val="ru-RU"/>
        </w:rPr>
        <w:tab/>
        <w:t xml:space="preserve"> _____________  </w:t>
      </w:r>
      <w:r>
        <w:rPr>
          <w:sz w:val="22"/>
          <w:szCs w:val="22"/>
          <w:lang w:val="en-US"/>
        </w:rPr>
        <w:t xml:space="preserve">    </w:t>
      </w:r>
      <w:r w:rsidRPr="00885DE6">
        <w:rPr>
          <w:sz w:val="22"/>
          <w:szCs w:val="22"/>
          <w:lang w:val="ru-RU"/>
        </w:rPr>
        <w:t>Сторожев В.И., профессор, проректор по научной и инновационной деятельности</w:t>
      </w:r>
    </w:p>
    <w:p w:rsidR="004D5B54" w:rsidRDefault="004D5B54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</w:t>
      </w:r>
      <w:r w:rsidRPr="00D75DAD">
        <w:rPr>
          <w:sz w:val="22"/>
          <w:szCs w:val="22"/>
          <w:lang w:val="ru-RU"/>
        </w:rPr>
        <w:t xml:space="preserve">Государственного образовательного учреждения высшего профессионального </w:t>
      </w:r>
    </w:p>
    <w:p w:rsidR="004D5B54" w:rsidRPr="00D75DAD" w:rsidRDefault="004D5B54">
      <w:pPr>
        <w:rPr>
          <w:sz w:val="22"/>
          <w:szCs w:val="22"/>
          <w:lang w:val="ru-RU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</w:t>
      </w:r>
      <w:r w:rsidRPr="00D75DAD">
        <w:rPr>
          <w:sz w:val="22"/>
          <w:szCs w:val="22"/>
          <w:lang w:val="ru-RU"/>
        </w:rPr>
        <w:t>образования  «Донецкий национальный университет»</w:t>
      </w:r>
    </w:p>
    <w:sectPr w:rsidR="004D5B54" w:rsidRPr="00D75DAD" w:rsidSect="00D90E8D">
      <w:pgSz w:w="16838" w:h="11906" w:orient="landscape"/>
      <w:pgMar w:top="719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89A"/>
    <w:rsid w:val="0000396F"/>
    <w:rsid w:val="00061192"/>
    <w:rsid w:val="0009443A"/>
    <w:rsid w:val="000D1CA9"/>
    <w:rsid w:val="001113C5"/>
    <w:rsid w:val="0014472D"/>
    <w:rsid w:val="00144EEE"/>
    <w:rsid w:val="00153B3D"/>
    <w:rsid w:val="00160308"/>
    <w:rsid w:val="001A0FF2"/>
    <w:rsid w:val="001C0E25"/>
    <w:rsid w:val="001C3B3E"/>
    <w:rsid w:val="001E56C7"/>
    <w:rsid w:val="001F57C4"/>
    <w:rsid w:val="0029727A"/>
    <w:rsid w:val="002D1B87"/>
    <w:rsid w:val="002D34E9"/>
    <w:rsid w:val="00307570"/>
    <w:rsid w:val="003203CF"/>
    <w:rsid w:val="00345C45"/>
    <w:rsid w:val="003500B4"/>
    <w:rsid w:val="003553FE"/>
    <w:rsid w:val="00362C58"/>
    <w:rsid w:val="00373A48"/>
    <w:rsid w:val="003B441E"/>
    <w:rsid w:val="003F3D97"/>
    <w:rsid w:val="0041589A"/>
    <w:rsid w:val="00417D40"/>
    <w:rsid w:val="00420192"/>
    <w:rsid w:val="00422767"/>
    <w:rsid w:val="00464DB3"/>
    <w:rsid w:val="00485233"/>
    <w:rsid w:val="004C4D81"/>
    <w:rsid w:val="004D5B54"/>
    <w:rsid w:val="005411A8"/>
    <w:rsid w:val="00565FFE"/>
    <w:rsid w:val="0057000F"/>
    <w:rsid w:val="00581813"/>
    <w:rsid w:val="00586FAE"/>
    <w:rsid w:val="005A2B4C"/>
    <w:rsid w:val="005B05A4"/>
    <w:rsid w:val="00610E75"/>
    <w:rsid w:val="006117C3"/>
    <w:rsid w:val="00624C25"/>
    <w:rsid w:val="00642B66"/>
    <w:rsid w:val="0068100F"/>
    <w:rsid w:val="006A25A3"/>
    <w:rsid w:val="006A33C6"/>
    <w:rsid w:val="006F100A"/>
    <w:rsid w:val="0072076E"/>
    <w:rsid w:val="007739C4"/>
    <w:rsid w:val="0077745E"/>
    <w:rsid w:val="007861EE"/>
    <w:rsid w:val="007B048E"/>
    <w:rsid w:val="007F6D5F"/>
    <w:rsid w:val="0081750D"/>
    <w:rsid w:val="008265AF"/>
    <w:rsid w:val="00847CFC"/>
    <w:rsid w:val="0085381D"/>
    <w:rsid w:val="008654D1"/>
    <w:rsid w:val="00885DE6"/>
    <w:rsid w:val="008B4E0E"/>
    <w:rsid w:val="008F7269"/>
    <w:rsid w:val="0092331C"/>
    <w:rsid w:val="00933DEC"/>
    <w:rsid w:val="00971F5C"/>
    <w:rsid w:val="00990D0E"/>
    <w:rsid w:val="00991781"/>
    <w:rsid w:val="009B4186"/>
    <w:rsid w:val="009E4285"/>
    <w:rsid w:val="00A03A1A"/>
    <w:rsid w:val="00A40E41"/>
    <w:rsid w:val="00A80BE6"/>
    <w:rsid w:val="00A91CAD"/>
    <w:rsid w:val="00AA0AC7"/>
    <w:rsid w:val="00AB6498"/>
    <w:rsid w:val="00B0616E"/>
    <w:rsid w:val="00B61690"/>
    <w:rsid w:val="00BA0FF4"/>
    <w:rsid w:val="00BF26F2"/>
    <w:rsid w:val="00BF3545"/>
    <w:rsid w:val="00CB5A8C"/>
    <w:rsid w:val="00D02818"/>
    <w:rsid w:val="00D03501"/>
    <w:rsid w:val="00D25D76"/>
    <w:rsid w:val="00D75DAD"/>
    <w:rsid w:val="00D85670"/>
    <w:rsid w:val="00D90E8D"/>
    <w:rsid w:val="00D91547"/>
    <w:rsid w:val="00DA52C8"/>
    <w:rsid w:val="00DA5607"/>
    <w:rsid w:val="00DB063E"/>
    <w:rsid w:val="00DC60BA"/>
    <w:rsid w:val="00E05495"/>
    <w:rsid w:val="00E1190D"/>
    <w:rsid w:val="00E225BF"/>
    <w:rsid w:val="00E30593"/>
    <w:rsid w:val="00E365FD"/>
    <w:rsid w:val="00E474D0"/>
    <w:rsid w:val="00E47B18"/>
    <w:rsid w:val="00E57ECE"/>
    <w:rsid w:val="00EB4611"/>
    <w:rsid w:val="00F22B09"/>
    <w:rsid w:val="00F50435"/>
    <w:rsid w:val="00F70A9B"/>
    <w:rsid w:val="00F83C3E"/>
    <w:rsid w:val="00FF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9A"/>
    <w:rPr>
      <w:rFonts w:ascii="Times New Roman" w:eastAsia="Times New Roman" w:hAnsi="Times New Roman"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666</Words>
  <Characters>3802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</dc:title>
  <dc:subject/>
  <dc:creator>alex</dc:creator>
  <cp:keywords/>
  <dc:description/>
  <cp:lastModifiedBy>AServis</cp:lastModifiedBy>
  <cp:revision>4</cp:revision>
  <dcterms:created xsi:type="dcterms:W3CDTF">2021-03-17T10:37:00Z</dcterms:created>
  <dcterms:modified xsi:type="dcterms:W3CDTF">2021-03-17T10:37:00Z</dcterms:modified>
</cp:coreProperties>
</file>